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6EEEF7" w14:textId="77777777" w:rsidR="007C7EDA" w:rsidRDefault="007C7EDA" w:rsidP="007C7EDA">
      <w:pPr>
        <w:pStyle w:val="Clanek11"/>
        <w:numPr>
          <w:ilvl w:val="0"/>
          <w:numId w:val="0"/>
        </w:numPr>
        <w:ind w:left="792"/>
      </w:pPr>
      <w:r>
        <w:t xml:space="preserve">Příloha č. 3 Smlouvy o dílo na vytvoření software </w:t>
      </w:r>
    </w:p>
    <w:p w14:paraId="08AD0995" w14:textId="77777777" w:rsidR="007C7EDA" w:rsidRDefault="007C7EDA" w:rsidP="007C7EDA">
      <w:pPr>
        <w:pStyle w:val="Clanek11"/>
        <w:numPr>
          <w:ilvl w:val="0"/>
          <w:numId w:val="0"/>
        </w:numPr>
        <w:ind w:left="792"/>
      </w:pPr>
    </w:p>
    <w:p w14:paraId="251C60A4" w14:textId="23838C60" w:rsidR="007C7EDA" w:rsidRPr="007C7EDA" w:rsidRDefault="007C7EDA" w:rsidP="007C7EDA">
      <w:pPr>
        <w:pStyle w:val="Clanek11"/>
        <w:numPr>
          <w:ilvl w:val="0"/>
          <w:numId w:val="0"/>
        </w:numPr>
        <w:ind w:left="792"/>
        <w:rPr>
          <w:b/>
          <w:color w:val="0070C0"/>
          <w:sz w:val="26"/>
          <w:szCs w:val="26"/>
        </w:rPr>
      </w:pPr>
      <w:r w:rsidRPr="007C7EDA">
        <w:rPr>
          <w:b/>
          <w:color w:val="0070C0"/>
          <w:sz w:val="26"/>
          <w:szCs w:val="26"/>
        </w:rPr>
        <w:t>Cena plnění</w:t>
      </w:r>
    </w:p>
    <w:p w14:paraId="6E510E1E" w14:textId="76D7CFF4" w:rsidR="007C7EDA" w:rsidRDefault="007C7EDA" w:rsidP="007C7EDA">
      <w:pPr>
        <w:pStyle w:val="Clanek11"/>
        <w:numPr>
          <w:ilvl w:val="0"/>
          <w:numId w:val="0"/>
        </w:numPr>
        <w:ind w:left="792"/>
      </w:pPr>
    </w:p>
    <w:tbl>
      <w:tblPr>
        <w:tblStyle w:val="Mkatabulky"/>
        <w:tblpPr w:leftFromText="141" w:rightFromText="141" w:vertAnchor="text" w:horzAnchor="margin" w:tblpXSpec="center" w:tblpY="2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47"/>
        <w:gridCol w:w="1843"/>
        <w:gridCol w:w="1701"/>
        <w:gridCol w:w="1842"/>
      </w:tblGrid>
      <w:tr w:rsidR="007C7EDA" w:rsidRPr="002D02AB" w14:paraId="4AB20703" w14:textId="77777777" w:rsidTr="007C7ED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7" w:type="dxa"/>
            <w:tcBorders>
              <w:left w:val="single" w:sz="4" w:space="0" w:color="auto"/>
            </w:tcBorders>
          </w:tcPr>
          <w:p w14:paraId="2AFABF6D" w14:textId="6D7DA489" w:rsidR="007C7EDA" w:rsidRPr="002D02AB" w:rsidRDefault="007C7EDA" w:rsidP="007C7EDA">
            <w:pPr>
              <w:spacing w:line="264" w:lineRule="auto"/>
              <w:ind w:left="207"/>
              <w:rPr>
                <w:szCs w:val="14"/>
              </w:rPr>
            </w:pPr>
            <w:r>
              <w:rPr>
                <w:b/>
                <w:szCs w:val="14"/>
              </w:rPr>
              <w:t xml:space="preserve">Celková cena za </w:t>
            </w:r>
            <w:proofErr w:type="spellStart"/>
            <w:r>
              <w:rPr>
                <w:b/>
                <w:szCs w:val="14"/>
              </w:rPr>
              <w:t>reimplementaci</w:t>
            </w:r>
            <w:proofErr w:type="spellEnd"/>
            <w:r w:rsidRPr="002F2EF9">
              <w:rPr>
                <w:b/>
                <w:szCs w:val="14"/>
              </w:rPr>
              <w:t xml:space="preserve"> stávajícího informačního systému SŽ SAP na podporovanou verzi S/4 HANA</w:t>
            </w:r>
          </w:p>
        </w:tc>
        <w:tc>
          <w:tcPr>
            <w:tcW w:w="1843" w:type="dxa"/>
          </w:tcPr>
          <w:p w14:paraId="708E865F" w14:textId="77777777" w:rsidR="007C7EDA" w:rsidRPr="002D02AB" w:rsidRDefault="007C7EDA" w:rsidP="007C7EDA">
            <w:pPr>
              <w:spacing w:line="264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2D02AB">
              <w:rPr>
                <w:szCs w:val="14"/>
              </w:rPr>
              <w:t>Cena v Kč bez DPH</w:t>
            </w:r>
          </w:p>
        </w:tc>
        <w:tc>
          <w:tcPr>
            <w:tcW w:w="1701" w:type="dxa"/>
          </w:tcPr>
          <w:p w14:paraId="26C5D92F" w14:textId="77777777" w:rsidR="007C7EDA" w:rsidRPr="002D02AB" w:rsidRDefault="007C7EDA" w:rsidP="007C7EDA">
            <w:pPr>
              <w:spacing w:line="264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2D02AB">
              <w:rPr>
                <w:szCs w:val="14"/>
              </w:rPr>
              <w:t>DPH ve výši 21%</w:t>
            </w:r>
          </w:p>
        </w:tc>
        <w:tc>
          <w:tcPr>
            <w:tcW w:w="1842" w:type="dxa"/>
            <w:tcBorders>
              <w:bottom w:val="single" w:sz="4" w:space="0" w:color="auto"/>
              <w:right w:val="single" w:sz="4" w:space="0" w:color="auto"/>
            </w:tcBorders>
          </w:tcPr>
          <w:p w14:paraId="0F299E7E" w14:textId="77777777" w:rsidR="007C7EDA" w:rsidRPr="002D02AB" w:rsidRDefault="007C7EDA" w:rsidP="007C7EDA">
            <w:pPr>
              <w:spacing w:line="264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2D02AB">
              <w:rPr>
                <w:szCs w:val="14"/>
              </w:rPr>
              <w:t>Cena v Kč vč. DPH</w:t>
            </w:r>
          </w:p>
        </w:tc>
      </w:tr>
      <w:tr w:rsidR="007C7EDA" w:rsidRPr="002D02AB" w14:paraId="24DB9791" w14:textId="77777777" w:rsidTr="007C7ED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7" w:type="dxa"/>
            <w:tcBorders>
              <w:top w:val="nil"/>
            </w:tcBorders>
            <w:shd w:val="clear" w:color="auto" w:fill="F2F2F2" w:themeFill="background1" w:themeFillShade="F2"/>
          </w:tcPr>
          <w:p w14:paraId="2AC3E39F" w14:textId="77777777" w:rsidR="007C7EDA" w:rsidRPr="002D02AB" w:rsidRDefault="007C7EDA" w:rsidP="007C7EDA">
            <w:pPr>
              <w:spacing w:line="264" w:lineRule="auto"/>
              <w:ind w:left="567"/>
              <w:rPr>
                <w:szCs w:val="14"/>
              </w:rPr>
            </w:pPr>
          </w:p>
        </w:tc>
        <w:tc>
          <w:tcPr>
            <w:tcW w:w="1843" w:type="dxa"/>
          </w:tcPr>
          <w:p w14:paraId="380002F5" w14:textId="77777777" w:rsidR="007C7EDA" w:rsidRPr="002D02AB" w:rsidRDefault="007C7EDA" w:rsidP="007C7EDA">
            <w:pPr>
              <w:spacing w:line="264" w:lineRule="auto"/>
              <w:ind w:left="56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2D02AB">
              <w:rPr>
                <w:szCs w:val="14"/>
                <w:highlight w:val="yellow"/>
              </w:rPr>
              <w:t>Doplní dodavatel</w:t>
            </w:r>
          </w:p>
        </w:tc>
        <w:tc>
          <w:tcPr>
            <w:tcW w:w="1701" w:type="dxa"/>
          </w:tcPr>
          <w:p w14:paraId="737E53AF" w14:textId="77777777" w:rsidR="007C7EDA" w:rsidRPr="002D02AB" w:rsidRDefault="007C7EDA" w:rsidP="007C7EDA">
            <w:pPr>
              <w:spacing w:line="264" w:lineRule="auto"/>
              <w:ind w:left="56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2D02AB">
              <w:rPr>
                <w:szCs w:val="14"/>
                <w:highlight w:val="yellow"/>
              </w:rPr>
              <w:t>Doplní dodavatel</w:t>
            </w:r>
          </w:p>
        </w:tc>
        <w:tc>
          <w:tcPr>
            <w:tcW w:w="1842" w:type="dxa"/>
          </w:tcPr>
          <w:p w14:paraId="505D42E1" w14:textId="77777777" w:rsidR="007C7EDA" w:rsidRPr="002D02AB" w:rsidRDefault="007C7EDA" w:rsidP="007C7EDA">
            <w:pPr>
              <w:spacing w:line="264" w:lineRule="auto"/>
              <w:ind w:left="56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  <w:highlight w:val="yellow"/>
              </w:rPr>
            </w:pPr>
            <w:r w:rsidRPr="002D02AB">
              <w:rPr>
                <w:szCs w:val="14"/>
                <w:highlight w:val="yellow"/>
              </w:rPr>
              <w:t>Doplní dodavatel</w:t>
            </w:r>
          </w:p>
        </w:tc>
      </w:tr>
    </w:tbl>
    <w:p w14:paraId="707C8361" w14:textId="36401A8D" w:rsidR="007C7EDA" w:rsidRDefault="007C7EDA" w:rsidP="002468CB">
      <w:pPr>
        <w:pStyle w:val="Clanek11"/>
        <w:numPr>
          <w:ilvl w:val="0"/>
          <w:numId w:val="0"/>
        </w:numPr>
      </w:pPr>
    </w:p>
    <w:p w14:paraId="6EE2CB0B" w14:textId="77777777" w:rsidR="007C7EDA" w:rsidRDefault="007C7EDA" w:rsidP="007C7EDA">
      <w:pPr>
        <w:pStyle w:val="Clanek11"/>
        <w:numPr>
          <w:ilvl w:val="0"/>
          <w:numId w:val="0"/>
        </w:numPr>
        <w:ind w:left="792"/>
      </w:pPr>
    </w:p>
    <w:tbl>
      <w:tblPr>
        <w:tblStyle w:val="Mkatabulky"/>
        <w:tblpPr w:leftFromText="141" w:rightFromText="141" w:vertAnchor="text" w:horzAnchor="page" w:tblpX="2853" w:tblpYSpec="inside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1707"/>
        <w:gridCol w:w="1315"/>
        <w:gridCol w:w="1405"/>
        <w:gridCol w:w="1394"/>
        <w:gridCol w:w="1406"/>
      </w:tblGrid>
      <w:tr w:rsidR="009E2E2F" w14:paraId="23D4865D" w14:textId="77777777" w:rsidTr="009E2E2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7" w:type="dxa"/>
            <w:tcBorders>
              <w:left w:val="single" w:sz="4" w:space="0" w:color="auto"/>
              <w:bottom w:val="single" w:sz="2" w:space="0" w:color="auto"/>
            </w:tcBorders>
          </w:tcPr>
          <w:p w14:paraId="66DC2590" w14:textId="77777777" w:rsidR="009E2E2F" w:rsidRPr="002468CB" w:rsidRDefault="009E2E2F" w:rsidP="009E2E2F">
            <w:pPr>
              <w:pStyle w:val="Clanek11"/>
              <w:numPr>
                <w:ilvl w:val="0"/>
                <w:numId w:val="0"/>
              </w:numPr>
              <w:rPr>
                <w:b/>
              </w:rPr>
            </w:pPr>
            <w:r w:rsidRPr="002468CB">
              <w:rPr>
                <w:b/>
              </w:rPr>
              <w:t>Platební milník</w:t>
            </w:r>
          </w:p>
        </w:tc>
        <w:tc>
          <w:tcPr>
            <w:tcW w:w="1315" w:type="dxa"/>
            <w:tcBorders>
              <w:bottom w:val="single" w:sz="2" w:space="0" w:color="auto"/>
            </w:tcBorders>
          </w:tcPr>
          <w:p w14:paraId="269A061E" w14:textId="77777777" w:rsidR="009E2E2F" w:rsidRPr="002468CB" w:rsidRDefault="009E2E2F" w:rsidP="009E2E2F">
            <w:pPr>
              <w:pStyle w:val="Clanek11"/>
              <w:numPr>
                <w:ilvl w:val="0"/>
                <w:numId w:val="0"/>
              </w:num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 w:cstheme="minorBidi"/>
                <w:b/>
                <w:sz w:val="14"/>
                <w:szCs w:val="14"/>
              </w:rPr>
            </w:pPr>
            <w:r w:rsidRPr="002468CB">
              <w:rPr>
                <w:rFonts w:eastAsiaTheme="minorHAnsi" w:cstheme="minorBidi"/>
                <w:b/>
                <w:sz w:val="14"/>
                <w:szCs w:val="14"/>
              </w:rPr>
              <w:t>Podíl z celkové ceny</w:t>
            </w:r>
            <w:r>
              <w:rPr>
                <w:rFonts w:eastAsiaTheme="minorHAnsi" w:cstheme="minorBidi"/>
                <w:b/>
                <w:sz w:val="14"/>
                <w:szCs w:val="14"/>
              </w:rPr>
              <w:t xml:space="preserve"> plnění</w:t>
            </w:r>
            <w:r w:rsidRPr="002468CB">
              <w:rPr>
                <w:rFonts w:eastAsiaTheme="minorHAnsi" w:cstheme="minorBidi"/>
                <w:b/>
                <w:sz w:val="14"/>
                <w:szCs w:val="14"/>
              </w:rPr>
              <w:t xml:space="preserve"> </w:t>
            </w:r>
          </w:p>
        </w:tc>
        <w:tc>
          <w:tcPr>
            <w:tcW w:w="1405" w:type="dxa"/>
            <w:tcBorders>
              <w:bottom w:val="single" w:sz="2" w:space="0" w:color="auto"/>
            </w:tcBorders>
          </w:tcPr>
          <w:p w14:paraId="7DE96996" w14:textId="77777777" w:rsidR="009E2E2F" w:rsidRDefault="009E2E2F" w:rsidP="009E2E2F">
            <w:pPr>
              <w:pStyle w:val="Clanek11"/>
              <w:numPr>
                <w:ilvl w:val="0"/>
                <w:numId w:val="0"/>
              </w:num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2D02AB">
              <w:rPr>
                <w:rFonts w:eastAsiaTheme="minorHAnsi" w:cstheme="minorBidi"/>
                <w:sz w:val="14"/>
                <w:szCs w:val="14"/>
              </w:rPr>
              <w:t>Cena v Kč bez DPH</w:t>
            </w:r>
          </w:p>
        </w:tc>
        <w:tc>
          <w:tcPr>
            <w:tcW w:w="1394" w:type="dxa"/>
            <w:tcBorders>
              <w:bottom w:val="single" w:sz="2" w:space="0" w:color="auto"/>
            </w:tcBorders>
          </w:tcPr>
          <w:p w14:paraId="7E84A4A3" w14:textId="77777777" w:rsidR="009E2E2F" w:rsidRDefault="009E2E2F" w:rsidP="009E2E2F">
            <w:pPr>
              <w:pStyle w:val="Clanek11"/>
              <w:numPr>
                <w:ilvl w:val="0"/>
                <w:numId w:val="0"/>
              </w:num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2D02AB">
              <w:rPr>
                <w:rFonts w:eastAsiaTheme="minorHAnsi" w:cstheme="minorBidi"/>
                <w:sz w:val="14"/>
                <w:szCs w:val="14"/>
              </w:rPr>
              <w:t>DPH ve výši 21%</w:t>
            </w:r>
          </w:p>
        </w:tc>
        <w:tc>
          <w:tcPr>
            <w:tcW w:w="1406" w:type="dxa"/>
            <w:tcBorders>
              <w:bottom w:val="single" w:sz="2" w:space="0" w:color="auto"/>
              <w:right w:val="single" w:sz="4" w:space="0" w:color="auto"/>
            </w:tcBorders>
          </w:tcPr>
          <w:p w14:paraId="41ACF8E0" w14:textId="77777777" w:rsidR="009E2E2F" w:rsidRDefault="009E2E2F" w:rsidP="009E2E2F">
            <w:pPr>
              <w:pStyle w:val="Clanek11"/>
              <w:numPr>
                <w:ilvl w:val="0"/>
                <w:numId w:val="0"/>
              </w:num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2D02AB">
              <w:rPr>
                <w:rFonts w:eastAsiaTheme="minorHAnsi" w:cstheme="minorBidi"/>
                <w:sz w:val="14"/>
                <w:szCs w:val="14"/>
              </w:rPr>
              <w:t>Cena v Kč vč. DPH</w:t>
            </w:r>
          </w:p>
        </w:tc>
      </w:tr>
      <w:tr w:rsidR="009E2E2F" w14:paraId="63B7E2E2" w14:textId="77777777" w:rsidTr="009E2E2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7" w:type="dxa"/>
            <w:tcBorders>
              <w:top w:val="single" w:sz="2" w:space="0" w:color="auto"/>
            </w:tcBorders>
          </w:tcPr>
          <w:p w14:paraId="2B336139" w14:textId="77777777" w:rsidR="009E2E2F" w:rsidRPr="002468CB" w:rsidRDefault="009E2E2F" w:rsidP="009E2E2F">
            <w:pPr>
              <w:pStyle w:val="Clanek11"/>
              <w:numPr>
                <w:ilvl w:val="0"/>
                <w:numId w:val="0"/>
              </w:numPr>
              <w:rPr>
                <w:b/>
              </w:rPr>
            </w:pPr>
            <w:r w:rsidRPr="002468CB">
              <w:rPr>
                <w:b/>
              </w:rPr>
              <w:t xml:space="preserve">Akceptace cílového konceptu </w:t>
            </w:r>
          </w:p>
        </w:tc>
        <w:tc>
          <w:tcPr>
            <w:tcW w:w="1315" w:type="dxa"/>
            <w:tcBorders>
              <w:top w:val="single" w:sz="2" w:space="0" w:color="auto"/>
            </w:tcBorders>
          </w:tcPr>
          <w:p w14:paraId="6D258D76" w14:textId="77777777" w:rsidR="009E2E2F" w:rsidRDefault="009E2E2F" w:rsidP="009E2E2F">
            <w:pPr>
              <w:pStyle w:val="Clanek11"/>
              <w:numPr>
                <w:ilvl w:val="0"/>
                <w:numId w:val="0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468CB">
              <w:rPr>
                <w:b/>
              </w:rPr>
              <w:t>30 %</w:t>
            </w:r>
          </w:p>
        </w:tc>
        <w:tc>
          <w:tcPr>
            <w:tcW w:w="1405" w:type="dxa"/>
            <w:tcBorders>
              <w:top w:val="single" w:sz="2" w:space="0" w:color="auto"/>
            </w:tcBorders>
          </w:tcPr>
          <w:p w14:paraId="54B0EC31" w14:textId="77777777" w:rsidR="009E2E2F" w:rsidRDefault="009E2E2F" w:rsidP="009E2E2F">
            <w:pPr>
              <w:pStyle w:val="Clanek11"/>
              <w:numPr>
                <w:ilvl w:val="0"/>
                <w:numId w:val="0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D02AB">
              <w:rPr>
                <w:szCs w:val="14"/>
                <w:highlight w:val="yellow"/>
              </w:rPr>
              <w:t>Doplní dodavatel</w:t>
            </w:r>
          </w:p>
        </w:tc>
        <w:tc>
          <w:tcPr>
            <w:tcW w:w="1394" w:type="dxa"/>
            <w:tcBorders>
              <w:top w:val="single" w:sz="2" w:space="0" w:color="auto"/>
            </w:tcBorders>
          </w:tcPr>
          <w:p w14:paraId="2261E540" w14:textId="77777777" w:rsidR="009E2E2F" w:rsidRDefault="009E2E2F" w:rsidP="009E2E2F">
            <w:pPr>
              <w:pStyle w:val="Clanek11"/>
              <w:numPr>
                <w:ilvl w:val="0"/>
                <w:numId w:val="0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D02AB">
              <w:rPr>
                <w:szCs w:val="14"/>
                <w:highlight w:val="yellow"/>
              </w:rPr>
              <w:t>Doplní dodavatel</w:t>
            </w:r>
          </w:p>
        </w:tc>
        <w:tc>
          <w:tcPr>
            <w:tcW w:w="1406" w:type="dxa"/>
            <w:tcBorders>
              <w:top w:val="single" w:sz="2" w:space="0" w:color="auto"/>
            </w:tcBorders>
          </w:tcPr>
          <w:p w14:paraId="20A48CBD" w14:textId="77777777" w:rsidR="009E2E2F" w:rsidRDefault="009E2E2F" w:rsidP="009E2E2F">
            <w:pPr>
              <w:pStyle w:val="Clanek11"/>
              <w:numPr>
                <w:ilvl w:val="0"/>
                <w:numId w:val="0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D02AB">
              <w:rPr>
                <w:szCs w:val="14"/>
                <w:highlight w:val="yellow"/>
              </w:rPr>
              <w:t>Doplní dodavatel</w:t>
            </w:r>
          </w:p>
        </w:tc>
      </w:tr>
      <w:tr w:rsidR="009E2E2F" w14:paraId="7F830F34" w14:textId="77777777" w:rsidTr="009E2E2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7" w:type="dxa"/>
          </w:tcPr>
          <w:p w14:paraId="2087E918" w14:textId="77777777" w:rsidR="009E2E2F" w:rsidRPr="002468CB" w:rsidRDefault="009E2E2F" w:rsidP="009E2E2F">
            <w:pPr>
              <w:pStyle w:val="Clanek11"/>
              <w:numPr>
                <w:ilvl w:val="0"/>
                <w:numId w:val="0"/>
              </w:numPr>
              <w:rPr>
                <w:b/>
              </w:rPr>
            </w:pPr>
            <w:r w:rsidRPr="002468CB">
              <w:rPr>
                <w:b/>
              </w:rPr>
              <w:t xml:space="preserve">Akceptace vývoje v cloud prostředí </w:t>
            </w:r>
          </w:p>
        </w:tc>
        <w:tc>
          <w:tcPr>
            <w:tcW w:w="1315" w:type="dxa"/>
          </w:tcPr>
          <w:p w14:paraId="19061443" w14:textId="77777777" w:rsidR="009E2E2F" w:rsidRDefault="009E2E2F" w:rsidP="009E2E2F">
            <w:pPr>
              <w:pStyle w:val="Clanek11"/>
              <w:numPr>
                <w:ilvl w:val="0"/>
                <w:numId w:val="0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b/>
              </w:rPr>
              <w:t>20%</w:t>
            </w:r>
          </w:p>
        </w:tc>
        <w:tc>
          <w:tcPr>
            <w:tcW w:w="1405" w:type="dxa"/>
          </w:tcPr>
          <w:p w14:paraId="19442050" w14:textId="77777777" w:rsidR="009E2E2F" w:rsidRDefault="009E2E2F" w:rsidP="009E2E2F">
            <w:pPr>
              <w:pStyle w:val="Clanek11"/>
              <w:numPr>
                <w:ilvl w:val="0"/>
                <w:numId w:val="0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D02AB">
              <w:rPr>
                <w:szCs w:val="14"/>
                <w:highlight w:val="yellow"/>
              </w:rPr>
              <w:t>Doplní dodavatel</w:t>
            </w:r>
          </w:p>
        </w:tc>
        <w:tc>
          <w:tcPr>
            <w:tcW w:w="1394" w:type="dxa"/>
          </w:tcPr>
          <w:p w14:paraId="65986BF6" w14:textId="77777777" w:rsidR="009E2E2F" w:rsidRDefault="009E2E2F" w:rsidP="009E2E2F">
            <w:pPr>
              <w:pStyle w:val="Clanek11"/>
              <w:numPr>
                <w:ilvl w:val="0"/>
                <w:numId w:val="0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D02AB">
              <w:rPr>
                <w:szCs w:val="14"/>
                <w:highlight w:val="yellow"/>
              </w:rPr>
              <w:t>Doplní dodavatel</w:t>
            </w:r>
          </w:p>
        </w:tc>
        <w:tc>
          <w:tcPr>
            <w:tcW w:w="1406" w:type="dxa"/>
          </w:tcPr>
          <w:p w14:paraId="2372A079" w14:textId="77777777" w:rsidR="009E2E2F" w:rsidRDefault="009E2E2F" w:rsidP="009E2E2F">
            <w:pPr>
              <w:pStyle w:val="Clanek11"/>
              <w:numPr>
                <w:ilvl w:val="0"/>
                <w:numId w:val="0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D02AB">
              <w:rPr>
                <w:szCs w:val="14"/>
                <w:highlight w:val="yellow"/>
              </w:rPr>
              <w:t>Doplní dodavatel</w:t>
            </w:r>
          </w:p>
        </w:tc>
      </w:tr>
      <w:tr w:rsidR="009E2E2F" w14:paraId="6ED613F4" w14:textId="77777777" w:rsidTr="009E2E2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7" w:type="dxa"/>
          </w:tcPr>
          <w:p w14:paraId="61EB4882" w14:textId="77777777" w:rsidR="009E2E2F" w:rsidRPr="002468CB" w:rsidRDefault="009E2E2F" w:rsidP="009E2E2F">
            <w:pPr>
              <w:pStyle w:val="Clanek11"/>
              <w:numPr>
                <w:ilvl w:val="0"/>
                <w:numId w:val="0"/>
              </w:numPr>
              <w:rPr>
                <w:b/>
              </w:rPr>
            </w:pPr>
            <w:r w:rsidRPr="002468CB">
              <w:rPr>
                <w:b/>
              </w:rPr>
              <w:t>Akceptace Go-Live</w:t>
            </w:r>
            <w:r>
              <w:rPr>
                <w:b/>
              </w:rPr>
              <w:t xml:space="preserve"> </w:t>
            </w:r>
          </w:p>
        </w:tc>
        <w:tc>
          <w:tcPr>
            <w:tcW w:w="1315" w:type="dxa"/>
          </w:tcPr>
          <w:p w14:paraId="1A497E91" w14:textId="77777777" w:rsidR="009E2E2F" w:rsidRDefault="009E2E2F" w:rsidP="009E2E2F">
            <w:pPr>
              <w:pStyle w:val="Clanek11"/>
              <w:numPr>
                <w:ilvl w:val="0"/>
                <w:numId w:val="0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b/>
              </w:rPr>
              <w:t>40%</w:t>
            </w:r>
          </w:p>
        </w:tc>
        <w:tc>
          <w:tcPr>
            <w:tcW w:w="1405" w:type="dxa"/>
          </w:tcPr>
          <w:p w14:paraId="10894444" w14:textId="77777777" w:rsidR="009E2E2F" w:rsidRDefault="009E2E2F" w:rsidP="009E2E2F">
            <w:pPr>
              <w:pStyle w:val="Clanek11"/>
              <w:numPr>
                <w:ilvl w:val="0"/>
                <w:numId w:val="0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D02AB">
              <w:rPr>
                <w:szCs w:val="14"/>
                <w:highlight w:val="yellow"/>
              </w:rPr>
              <w:t>Doplní dodavatel</w:t>
            </w:r>
          </w:p>
        </w:tc>
        <w:tc>
          <w:tcPr>
            <w:tcW w:w="1394" w:type="dxa"/>
          </w:tcPr>
          <w:p w14:paraId="7D0C9208" w14:textId="77777777" w:rsidR="009E2E2F" w:rsidRDefault="009E2E2F" w:rsidP="009E2E2F">
            <w:pPr>
              <w:pStyle w:val="Clanek11"/>
              <w:numPr>
                <w:ilvl w:val="0"/>
                <w:numId w:val="0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D02AB">
              <w:rPr>
                <w:szCs w:val="14"/>
                <w:highlight w:val="yellow"/>
              </w:rPr>
              <w:t>Doplní dodavatel</w:t>
            </w:r>
          </w:p>
        </w:tc>
        <w:tc>
          <w:tcPr>
            <w:tcW w:w="1406" w:type="dxa"/>
          </w:tcPr>
          <w:p w14:paraId="664B38FC" w14:textId="77777777" w:rsidR="009E2E2F" w:rsidRDefault="009E2E2F" w:rsidP="009E2E2F">
            <w:pPr>
              <w:pStyle w:val="Clanek11"/>
              <w:numPr>
                <w:ilvl w:val="0"/>
                <w:numId w:val="0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D02AB">
              <w:rPr>
                <w:szCs w:val="14"/>
                <w:highlight w:val="yellow"/>
              </w:rPr>
              <w:t>Doplní dodavatel</w:t>
            </w:r>
          </w:p>
        </w:tc>
      </w:tr>
      <w:tr w:rsidR="009E2E2F" w14:paraId="6CDB5CAB" w14:textId="77777777" w:rsidTr="009E2E2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7" w:type="dxa"/>
          </w:tcPr>
          <w:p w14:paraId="25C873E0" w14:textId="77777777" w:rsidR="009E2E2F" w:rsidRPr="002468CB" w:rsidRDefault="009E2E2F" w:rsidP="009E2E2F">
            <w:pPr>
              <w:pStyle w:val="Clanek11"/>
              <w:numPr>
                <w:ilvl w:val="0"/>
                <w:numId w:val="0"/>
              </w:numPr>
              <w:rPr>
                <w:b/>
              </w:rPr>
            </w:pPr>
            <w:r w:rsidRPr="002468CB">
              <w:rPr>
                <w:b/>
              </w:rPr>
              <w:t>Akceptace projektu</w:t>
            </w:r>
            <w:r>
              <w:rPr>
                <w:b/>
              </w:rPr>
              <w:t xml:space="preserve"> </w:t>
            </w:r>
          </w:p>
        </w:tc>
        <w:tc>
          <w:tcPr>
            <w:tcW w:w="1315" w:type="dxa"/>
          </w:tcPr>
          <w:p w14:paraId="16121226" w14:textId="77777777" w:rsidR="009E2E2F" w:rsidRDefault="009E2E2F" w:rsidP="009E2E2F">
            <w:pPr>
              <w:pStyle w:val="Clanek11"/>
              <w:numPr>
                <w:ilvl w:val="0"/>
                <w:numId w:val="0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b/>
              </w:rPr>
              <w:t>10%</w:t>
            </w:r>
          </w:p>
        </w:tc>
        <w:tc>
          <w:tcPr>
            <w:tcW w:w="1405" w:type="dxa"/>
          </w:tcPr>
          <w:p w14:paraId="4E4EF101" w14:textId="77777777" w:rsidR="009E2E2F" w:rsidRDefault="009E2E2F" w:rsidP="009E2E2F">
            <w:pPr>
              <w:pStyle w:val="Clanek11"/>
              <w:numPr>
                <w:ilvl w:val="0"/>
                <w:numId w:val="0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D02AB">
              <w:rPr>
                <w:szCs w:val="14"/>
                <w:highlight w:val="yellow"/>
              </w:rPr>
              <w:t>Doplní dodavatel</w:t>
            </w:r>
          </w:p>
        </w:tc>
        <w:tc>
          <w:tcPr>
            <w:tcW w:w="1394" w:type="dxa"/>
          </w:tcPr>
          <w:p w14:paraId="45808BDB" w14:textId="77777777" w:rsidR="009E2E2F" w:rsidRDefault="009E2E2F" w:rsidP="009E2E2F">
            <w:pPr>
              <w:pStyle w:val="Clanek11"/>
              <w:numPr>
                <w:ilvl w:val="0"/>
                <w:numId w:val="0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D02AB">
              <w:rPr>
                <w:szCs w:val="14"/>
                <w:highlight w:val="yellow"/>
              </w:rPr>
              <w:t>Doplní dodavatel</w:t>
            </w:r>
          </w:p>
        </w:tc>
        <w:tc>
          <w:tcPr>
            <w:tcW w:w="1406" w:type="dxa"/>
          </w:tcPr>
          <w:p w14:paraId="6F8217E3" w14:textId="77777777" w:rsidR="009E2E2F" w:rsidRDefault="009E2E2F" w:rsidP="009E2E2F">
            <w:pPr>
              <w:pStyle w:val="Clanek11"/>
              <w:numPr>
                <w:ilvl w:val="0"/>
                <w:numId w:val="0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D02AB">
              <w:rPr>
                <w:szCs w:val="14"/>
                <w:highlight w:val="yellow"/>
              </w:rPr>
              <w:t>Doplní dodavatel</w:t>
            </w:r>
          </w:p>
        </w:tc>
      </w:tr>
    </w:tbl>
    <w:p w14:paraId="1C05E746" w14:textId="77777777" w:rsidR="007C7EDA" w:rsidRDefault="007C7EDA" w:rsidP="007C7EDA">
      <w:pPr>
        <w:pStyle w:val="Clanek11"/>
        <w:numPr>
          <w:ilvl w:val="0"/>
          <w:numId w:val="0"/>
        </w:numPr>
        <w:ind w:left="792"/>
      </w:pPr>
    </w:p>
    <w:p w14:paraId="163FCF33" w14:textId="11C8FD23" w:rsidR="0049507B" w:rsidRPr="007C7EDA" w:rsidRDefault="0049507B" w:rsidP="007C7EDA"/>
    <w:sectPr w:rsidR="0049507B" w:rsidRPr="007C7EDA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5BDE2F" w14:textId="77777777" w:rsidR="00B450A8" w:rsidRDefault="00B450A8" w:rsidP="00962258">
      <w:pPr>
        <w:spacing w:after="0" w:line="240" w:lineRule="auto"/>
      </w:pPr>
      <w:r>
        <w:separator/>
      </w:r>
    </w:p>
  </w:endnote>
  <w:endnote w:type="continuationSeparator" w:id="0">
    <w:p w14:paraId="72F4CEF4" w14:textId="77777777" w:rsidR="00B450A8" w:rsidRDefault="00B450A8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7C7EDA" w14:paraId="71F812BD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BCCF9E4" w14:textId="1852BF91" w:rsidR="007C7EDA" w:rsidRPr="00B8518B" w:rsidRDefault="007C7EDA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19B7F23" w14:textId="77777777" w:rsidR="007C7EDA" w:rsidRDefault="007C7EDA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25693D5B" w14:textId="77777777" w:rsidR="007C7EDA" w:rsidRDefault="007C7EDA" w:rsidP="00B8518B">
          <w:pPr>
            <w:pStyle w:val="Zpat"/>
          </w:pPr>
        </w:p>
      </w:tc>
      <w:tc>
        <w:tcPr>
          <w:tcW w:w="2921" w:type="dxa"/>
        </w:tcPr>
        <w:p w14:paraId="51638527" w14:textId="77777777" w:rsidR="007C7EDA" w:rsidRDefault="007C7EDA" w:rsidP="00D831A3">
          <w:pPr>
            <w:pStyle w:val="Zpat"/>
          </w:pPr>
        </w:p>
      </w:tc>
    </w:tr>
  </w:tbl>
  <w:p w14:paraId="54F3DA3D" w14:textId="77777777" w:rsidR="007C7EDA" w:rsidRPr="00B8518B" w:rsidRDefault="007C7EDA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426196D4" wp14:editId="34E42C1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C1689EA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307B54FB" wp14:editId="0677DBA2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5A9E649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7C7EDA" w14:paraId="784267D7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5CDD62F" w14:textId="6BCDBC21" w:rsidR="007C7EDA" w:rsidRPr="00B8518B" w:rsidRDefault="007C7EDA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E2E2F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E2E2F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49E7E80" w14:textId="77777777" w:rsidR="007C7EDA" w:rsidRDefault="007C7EDA" w:rsidP="00460660">
          <w:pPr>
            <w:pStyle w:val="Zpat"/>
          </w:pPr>
          <w:r>
            <w:t>Správa železniční dopravní cesty, státní organizace</w:t>
          </w:r>
        </w:p>
        <w:p w14:paraId="1F67BB89" w14:textId="77777777" w:rsidR="007C7EDA" w:rsidRDefault="007C7EDA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99231BC" w14:textId="77777777" w:rsidR="007C7EDA" w:rsidRDefault="007C7EDA" w:rsidP="00460660">
          <w:pPr>
            <w:pStyle w:val="Zpat"/>
          </w:pPr>
          <w:r>
            <w:t>Sídlo: Dlážděná 1003/7, 110 00 Praha 1</w:t>
          </w:r>
        </w:p>
        <w:p w14:paraId="288AF7A1" w14:textId="77777777" w:rsidR="007C7EDA" w:rsidRDefault="007C7EDA" w:rsidP="00460660">
          <w:pPr>
            <w:pStyle w:val="Zpat"/>
          </w:pPr>
          <w:r>
            <w:t>IČ: 709 94 234 DIČ: CZ 709 94 234</w:t>
          </w:r>
        </w:p>
        <w:p w14:paraId="764A9867" w14:textId="77777777" w:rsidR="007C7EDA" w:rsidRDefault="007C7EDA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14:paraId="26C59B1C" w14:textId="77777777" w:rsidR="007C7EDA" w:rsidRPr="00B45E9E" w:rsidRDefault="007C7EDA" w:rsidP="00B45E9E">
          <w:pPr>
            <w:pStyle w:val="Zpat"/>
            <w:rPr>
              <w:b/>
            </w:rPr>
          </w:pPr>
          <w:r w:rsidRPr="00B45E9E">
            <w:rPr>
              <w:b/>
            </w:rPr>
            <w:t>Generální ředitelství</w:t>
          </w:r>
        </w:p>
        <w:p w14:paraId="05DC4609" w14:textId="77777777" w:rsidR="007C7EDA" w:rsidRPr="00B45E9E" w:rsidRDefault="007C7EDA" w:rsidP="00B45E9E">
          <w:pPr>
            <w:pStyle w:val="Zpat"/>
            <w:rPr>
              <w:b/>
            </w:rPr>
          </w:pPr>
          <w:r w:rsidRPr="00B45E9E">
            <w:rPr>
              <w:b/>
            </w:rPr>
            <w:t>Dlážděná 1003/7</w:t>
          </w:r>
        </w:p>
        <w:p w14:paraId="6E7777F8" w14:textId="77777777" w:rsidR="007C7EDA" w:rsidRDefault="007C7EDA" w:rsidP="00B45E9E">
          <w:pPr>
            <w:pStyle w:val="Zpat"/>
          </w:pPr>
          <w:r w:rsidRPr="00B45E9E">
            <w:rPr>
              <w:b/>
            </w:rPr>
            <w:t>110 00 Praha 1</w:t>
          </w:r>
        </w:p>
      </w:tc>
    </w:tr>
  </w:tbl>
  <w:p w14:paraId="2696A1F6" w14:textId="77777777" w:rsidR="007C7EDA" w:rsidRPr="00B8518B" w:rsidRDefault="007C7EDA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7AAC8DC1" wp14:editId="48C728FD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96A3425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1B7C3FC3" wp14:editId="08A6EB1E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2956C54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7BD021C5" w14:textId="77777777" w:rsidR="007C7EDA" w:rsidRPr="00460660" w:rsidRDefault="007C7EDA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7793B6" w14:textId="77777777" w:rsidR="00B450A8" w:rsidRDefault="00B450A8" w:rsidP="00962258">
      <w:pPr>
        <w:spacing w:after="0" w:line="240" w:lineRule="auto"/>
      </w:pPr>
      <w:r>
        <w:separator/>
      </w:r>
    </w:p>
  </w:footnote>
  <w:footnote w:type="continuationSeparator" w:id="0">
    <w:p w14:paraId="3AFFADC5" w14:textId="77777777" w:rsidR="00B450A8" w:rsidRDefault="00B450A8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7C7EDA" w14:paraId="1B2D9015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78815F7" w14:textId="77777777" w:rsidR="007C7EDA" w:rsidRPr="00B8518B" w:rsidRDefault="007C7EDA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ABF550F" w14:textId="77777777" w:rsidR="007C7EDA" w:rsidRDefault="007C7EDA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92F005B" w14:textId="77777777" w:rsidR="007C7EDA" w:rsidRPr="00D6163D" w:rsidRDefault="007C7EDA" w:rsidP="00D6163D">
          <w:pPr>
            <w:pStyle w:val="Druhdokumentu"/>
          </w:pPr>
        </w:p>
      </w:tc>
    </w:tr>
  </w:tbl>
  <w:p w14:paraId="3DFD3432" w14:textId="77777777" w:rsidR="007C7EDA" w:rsidRPr="00D6163D" w:rsidRDefault="007C7EDA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7C7EDA" w14:paraId="6E8C93E0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99EA539" w14:textId="77777777" w:rsidR="007C7EDA" w:rsidRDefault="007C7EDA">
          <w:r w:rsidRPr="001D0A8C">
            <w:rPr>
              <w:noProof/>
              <w:lang w:eastAsia="cs-CZ"/>
            </w:rPr>
            <w:drawing>
              <wp:anchor distT="0" distB="0" distL="114300" distR="114300" simplePos="0" relativeHeight="251673600" behindDoc="0" locked="1" layoutInCell="1" allowOverlap="1" wp14:anchorId="3F317D0A" wp14:editId="6896C265">
                <wp:simplePos x="0" y="0"/>
                <wp:positionH relativeFrom="page">
                  <wp:posOffset>153035</wp:posOffset>
                </wp:positionH>
                <wp:positionV relativeFrom="page">
                  <wp:posOffset>34925</wp:posOffset>
                </wp:positionV>
                <wp:extent cx="1727835" cy="640715"/>
                <wp:effectExtent l="0" t="0" r="5715" b="6985"/>
                <wp:wrapNone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6353CD1" w14:textId="77777777" w:rsidR="007C7EDA" w:rsidRDefault="007C7ED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736B1835" w14:textId="77777777" w:rsidR="007C7EDA" w:rsidRPr="00D6163D" w:rsidRDefault="007C7EDA" w:rsidP="00FC6389">
          <w:pPr>
            <w:pStyle w:val="Druhdokumentu"/>
          </w:pPr>
        </w:p>
      </w:tc>
    </w:tr>
    <w:tr w:rsidR="007C7EDA" w14:paraId="57192A0A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2211E480" w14:textId="77777777" w:rsidR="007C7EDA" w:rsidRDefault="007C7EDA"/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377BA2C" w14:textId="77777777" w:rsidR="007C7EDA" w:rsidRDefault="007C7ED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32E0240" w14:textId="77777777" w:rsidR="007C7EDA" w:rsidRDefault="007C7EDA" w:rsidP="00FC6389">
          <w:pPr>
            <w:pStyle w:val="Druhdokumentu"/>
            <w:rPr>
              <w:noProof/>
            </w:rPr>
          </w:pPr>
        </w:p>
      </w:tc>
    </w:tr>
  </w:tbl>
  <w:p w14:paraId="7B6EA4D6" w14:textId="77777777" w:rsidR="007C7EDA" w:rsidRPr="00D6163D" w:rsidRDefault="007C7EDA" w:rsidP="00FC6389">
    <w:pPr>
      <w:pStyle w:val="Zhlav"/>
      <w:rPr>
        <w:sz w:val="8"/>
        <w:szCs w:val="8"/>
      </w:rPr>
    </w:pPr>
  </w:p>
  <w:p w14:paraId="5EB69276" w14:textId="77777777" w:rsidR="007C7EDA" w:rsidRPr="00460660" w:rsidRDefault="007C7EDA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3B412A"/>
    <w:multiLevelType w:val="hybridMultilevel"/>
    <w:tmpl w:val="316C415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F663A3B"/>
    <w:multiLevelType w:val="hybridMultilevel"/>
    <w:tmpl w:val="54722AF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78661A"/>
    <w:multiLevelType w:val="hybridMultilevel"/>
    <w:tmpl w:val="6518DFC2"/>
    <w:lvl w:ilvl="0" w:tplc="E398C53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87000F0"/>
    <w:multiLevelType w:val="hybridMultilevel"/>
    <w:tmpl w:val="B164C8E6"/>
    <w:lvl w:ilvl="0" w:tplc="E398C53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BF76403"/>
    <w:multiLevelType w:val="multilevel"/>
    <w:tmpl w:val="0D34D660"/>
    <w:numStyleLink w:val="ListBulletmultilevel"/>
  </w:abstractNum>
  <w:abstractNum w:abstractNumId="7" w15:restartNumberingAfterBreak="0">
    <w:nsid w:val="38B64F42"/>
    <w:multiLevelType w:val="multilevel"/>
    <w:tmpl w:val="144C1D2E"/>
    <w:lvl w:ilvl="0">
      <w:start w:val="1"/>
      <w:numFmt w:val="decimal"/>
      <w:lvlText w:val="%1."/>
      <w:lvlJc w:val="left"/>
      <w:pPr>
        <w:ind w:left="360" w:hanging="360"/>
      </w:pPr>
      <w:rPr>
        <w:b/>
        <w:bCs w:val="0"/>
      </w:rPr>
    </w:lvl>
    <w:lvl w:ilvl="1">
      <w:start w:val="1"/>
      <w:numFmt w:val="decimal"/>
      <w:pStyle w:val="Clanek11"/>
      <w:lvlText w:val="%1.%2."/>
      <w:lvlJc w:val="left"/>
      <w:pPr>
        <w:ind w:left="792" w:hanging="432"/>
      </w:pPr>
      <w:rPr>
        <w:rFonts w:asciiTheme="majorHAnsi" w:hAnsiTheme="majorHAnsi" w:hint="default"/>
        <w:sz w:val="18"/>
        <w:szCs w:val="18"/>
        <w:u w:val="none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asciiTheme="majorHAnsi" w:eastAsia="Times New Roman" w:hAnsiTheme="majorHAnsi" w:cs="Times New Roman" w:hint="default"/>
        <w:sz w:val="18"/>
        <w:szCs w:val="18"/>
      </w:rPr>
    </w:lvl>
    <w:lvl w:ilvl="3">
      <w:start w:val="1"/>
      <w:numFmt w:val="lowerRoman"/>
      <w:lvlText w:val="%4)"/>
      <w:lvlJc w:val="left"/>
      <w:pPr>
        <w:ind w:left="1728" w:hanging="648"/>
      </w:pPr>
      <w:rPr>
        <w:rFonts w:asciiTheme="majorHAnsi" w:eastAsia="Times New Roman" w:hAnsiTheme="majorHAnsi"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419F3DFA"/>
    <w:multiLevelType w:val="hybridMultilevel"/>
    <w:tmpl w:val="E548A226"/>
    <w:lvl w:ilvl="0" w:tplc="E398C53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9D543A5"/>
    <w:multiLevelType w:val="hybridMultilevel"/>
    <w:tmpl w:val="6ED8B9BC"/>
    <w:lvl w:ilvl="0" w:tplc="0FC66DA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B6F3111"/>
    <w:multiLevelType w:val="hybridMultilevel"/>
    <w:tmpl w:val="0BDA22B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36D316A"/>
    <w:multiLevelType w:val="hybridMultilevel"/>
    <w:tmpl w:val="69BA6A40"/>
    <w:lvl w:ilvl="0" w:tplc="AA4006EA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2382617"/>
    <w:multiLevelType w:val="hybridMultilevel"/>
    <w:tmpl w:val="0818C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4070991"/>
    <w:multiLevelType w:val="multilevel"/>
    <w:tmpl w:val="CABE99FC"/>
    <w:numStyleLink w:val="ListNumbermultilevel"/>
  </w:abstractNum>
  <w:abstractNum w:abstractNumId="14" w15:restartNumberingAfterBreak="0">
    <w:nsid w:val="77875279"/>
    <w:multiLevelType w:val="hybridMultilevel"/>
    <w:tmpl w:val="4C08209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EB83729"/>
    <w:multiLevelType w:val="hybridMultilevel"/>
    <w:tmpl w:val="D9564D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44739242">
    <w:abstractNumId w:val="2"/>
  </w:num>
  <w:num w:numId="2" w16cid:durableId="2087221130">
    <w:abstractNumId w:val="1"/>
  </w:num>
  <w:num w:numId="3" w16cid:durableId="1995647719">
    <w:abstractNumId w:val="6"/>
  </w:num>
  <w:num w:numId="4" w16cid:durableId="96800508">
    <w:abstractNumId w:val="13"/>
  </w:num>
  <w:num w:numId="5" w16cid:durableId="1871915741">
    <w:abstractNumId w:val="3"/>
  </w:num>
  <w:num w:numId="6" w16cid:durableId="1663507452">
    <w:abstractNumId w:val="12"/>
  </w:num>
  <w:num w:numId="7" w16cid:durableId="1514687337">
    <w:abstractNumId w:val="15"/>
  </w:num>
  <w:num w:numId="8" w16cid:durableId="1964000730">
    <w:abstractNumId w:val="10"/>
  </w:num>
  <w:num w:numId="9" w16cid:durableId="782461977">
    <w:abstractNumId w:val="4"/>
  </w:num>
  <w:num w:numId="10" w16cid:durableId="2114785657">
    <w:abstractNumId w:val="5"/>
  </w:num>
  <w:num w:numId="11" w16cid:durableId="1868135080">
    <w:abstractNumId w:val="8"/>
  </w:num>
  <w:num w:numId="12" w16cid:durableId="316350036">
    <w:abstractNumId w:val="9"/>
  </w:num>
  <w:num w:numId="13" w16cid:durableId="846552249">
    <w:abstractNumId w:val="14"/>
  </w:num>
  <w:num w:numId="14" w16cid:durableId="1916552873">
    <w:abstractNumId w:val="11"/>
  </w:num>
  <w:num w:numId="15" w16cid:durableId="1673684527">
    <w:abstractNumId w:val="0"/>
  </w:num>
  <w:num w:numId="16" w16cid:durableId="1360543838">
    <w:abstractNumId w:val="7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78BA"/>
    <w:rsid w:val="000128AF"/>
    <w:rsid w:val="00033432"/>
    <w:rsid w:val="000405A8"/>
    <w:rsid w:val="00052BA5"/>
    <w:rsid w:val="0006196E"/>
    <w:rsid w:val="00072C1E"/>
    <w:rsid w:val="00094C21"/>
    <w:rsid w:val="0009653C"/>
    <w:rsid w:val="000B6A8E"/>
    <w:rsid w:val="000B7907"/>
    <w:rsid w:val="000C39F3"/>
    <w:rsid w:val="000D478C"/>
    <w:rsid w:val="000F4E01"/>
    <w:rsid w:val="00105F89"/>
    <w:rsid w:val="00114472"/>
    <w:rsid w:val="001262F7"/>
    <w:rsid w:val="0013298F"/>
    <w:rsid w:val="00136B13"/>
    <w:rsid w:val="00140AC5"/>
    <w:rsid w:val="00170EC5"/>
    <w:rsid w:val="001747C1"/>
    <w:rsid w:val="0018596A"/>
    <w:rsid w:val="00196B91"/>
    <w:rsid w:val="001A58C8"/>
    <w:rsid w:val="001D2686"/>
    <w:rsid w:val="001E5717"/>
    <w:rsid w:val="00207DF5"/>
    <w:rsid w:val="0021044C"/>
    <w:rsid w:val="002468CB"/>
    <w:rsid w:val="00247311"/>
    <w:rsid w:val="00262D8F"/>
    <w:rsid w:val="0026785D"/>
    <w:rsid w:val="002920B1"/>
    <w:rsid w:val="002A6FE2"/>
    <w:rsid w:val="002B32AD"/>
    <w:rsid w:val="002C1DDA"/>
    <w:rsid w:val="002C31BF"/>
    <w:rsid w:val="002E0CD7"/>
    <w:rsid w:val="00321058"/>
    <w:rsid w:val="00326078"/>
    <w:rsid w:val="00326A11"/>
    <w:rsid w:val="00353224"/>
    <w:rsid w:val="00357BC6"/>
    <w:rsid w:val="0037594C"/>
    <w:rsid w:val="00393017"/>
    <w:rsid w:val="00395168"/>
    <w:rsid w:val="003956C6"/>
    <w:rsid w:val="003A7D15"/>
    <w:rsid w:val="003C2768"/>
    <w:rsid w:val="003D50B6"/>
    <w:rsid w:val="00415995"/>
    <w:rsid w:val="00450F07"/>
    <w:rsid w:val="00453CD3"/>
    <w:rsid w:val="00455BC7"/>
    <w:rsid w:val="00460660"/>
    <w:rsid w:val="00460CCB"/>
    <w:rsid w:val="004758C3"/>
    <w:rsid w:val="00477370"/>
    <w:rsid w:val="00486107"/>
    <w:rsid w:val="00491827"/>
    <w:rsid w:val="0049507B"/>
    <w:rsid w:val="004A5499"/>
    <w:rsid w:val="004B09BA"/>
    <w:rsid w:val="004C4399"/>
    <w:rsid w:val="004C69ED"/>
    <w:rsid w:val="004C787C"/>
    <w:rsid w:val="004E5890"/>
    <w:rsid w:val="004F2043"/>
    <w:rsid w:val="004F4B9B"/>
    <w:rsid w:val="0050730B"/>
    <w:rsid w:val="00511AB9"/>
    <w:rsid w:val="00520F08"/>
    <w:rsid w:val="00522945"/>
    <w:rsid w:val="00523EA7"/>
    <w:rsid w:val="005262AB"/>
    <w:rsid w:val="00535520"/>
    <w:rsid w:val="00535A11"/>
    <w:rsid w:val="00553375"/>
    <w:rsid w:val="005658A6"/>
    <w:rsid w:val="00570C7E"/>
    <w:rsid w:val="005736B7"/>
    <w:rsid w:val="00575E5A"/>
    <w:rsid w:val="00583DC8"/>
    <w:rsid w:val="00596C7E"/>
    <w:rsid w:val="005A1A89"/>
    <w:rsid w:val="005A64E9"/>
    <w:rsid w:val="005C42C4"/>
    <w:rsid w:val="005D4B2B"/>
    <w:rsid w:val="005F3A8D"/>
    <w:rsid w:val="0061068E"/>
    <w:rsid w:val="00660AD3"/>
    <w:rsid w:val="006811E6"/>
    <w:rsid w:val="006878C0"/>
    <w:rsid w:val="00696CC5"/>
    <w:rsid w:val="006977F8"/>
    <w:rsid w:val="006A0448"/>
    <w:rsid w:val="006A5570"/>
    <w:rsid w:val="006A689C"/>
    <w:rsid w:val="006B3D79"/>
    <w:rsid w:val="006D698B"/>
    <w:rsid w:val="006E0578"/>
    <w:rsid w:val="006E314D"/>
    <w:rsid w:val="007064C4"/>
    <w:rsid w:val="00710723"/>
    <w:rsid w:val="00714B52"/>
    <w:rsid w:val="00723ED1"/>
    <w:rsid w:val="00725816"/>
    <w:rsid w:val="00730EE6"/>
    <w:rsid w:val="00743525"/>
    <w:rsid w:val="0076286B"/>
    <w:rsid w:val="007644A5"/>
    <w:rsid w:val="00764595"/>
    <w:rsid w:val="00766846"/>
    <w:rsid w:val="007674C2"/>
    <w:rsid w:val="0077673A"/>
    <w:rsid w:val="00781A00"/>
    <w:rsid w:val="007846E1"/>
    <w:rsid w:val="007A3F9B"/>
    <w:rsid w:val="007B570C"/>
    <w:rsid w:val="007C4A61"/>
    <w:rsid w:val="007C7EDA"/>
    <w:rsid w:val="007D518C"/>
    <w:rsid w:val="007D65BC"/>
    <w:rsid w:val="007E1C26"/>
    <w:rsid w:val="007E4A6E"/>
    <w:rsid w:val="007F56A7"/>
    <w:rsid w:val="00807DD0"/>
    <w:rsid w:val="00813F11"/>
    <w:rsid w:val="00815315"/>
    <w:rsid w:val="008227B4"/>
    <w:rsid w:val="008372DE"/>
    <w:rsid w:val="00852FBA"/>
    <w:rsid w:val="008745E5"/>
    <w:rsid w:val="00874A27"/>
    <w:rsid w:val="00875991"/>
    <w:rsid w:val="008A07C8"/>
    <w:rsid w:val="008A3568"/>
    <w:rsid w:val="008A506F"/>
    <w:rsid w:val="008A7B31"/>
    <w:rsid w:val="008D03B9"/>
    <w:rsid w:val="008F18D6"/>
    <w:rsid w:val="00903D9D"/>
    <w:rsid w:val="00904780"/>
    <w:rsid w:val="00922385"/>
    <w:rsid w:val="009223DF"/>
    <w:rsid w:val="009312C7"/>
    <w:rsid w:val="00936091"/>
    <w:rsid w:val="00940D8A"/>
    <w:rsid w:val="009464F3"/>
    <w:rsid w:val="009507DA"/>
    <w:rsid w:val="00962258"/>
    <w:rsid w:val="009678B7"/>
    <w:rsid w:val="00976C5A"/>
    <w:rsid w:val="00982411"/>
    <w:rsid w:val="00982F27"/>
    <w:rsid w:val="00992D9C"/>
    <w:rsid w:val="00996738"/>
    <w:rsid w:val="0099680C"/>
    <w:rsid w:val="00996CB8"/>
    <w:rsid w:val="009B1CC6"/>
    <w:rsid w:val="009B2E97"/>
    <w:rsid w:val="009B72CC"/>
    <w:rsid w:val="009E07F4"/>
    <w:rsid w:val="009E08B2"/>
    <w:rsid w:val="009E2E2F"/>
    <w:rsid w:val="009F392E"/>
    <w:rsid w:val="00A14E52"/>
    <w:rsid w:val="00A15F0F"/>
    <w:rsid w:val="00A375BE"/>
    <w:rsid w:val="00A432C4"/>
    <w:rsid w:val="00A44328"/>
    <w:rsid w:val="00A6177B"/>
    <w:rsid w:val="00A66136"/>
    <w:rsid w:val="00A84863"/>
    <w:rsid w:val="00A8586D"/>
    <w:rsid w:val="00A92221"/>
    <w:rsid w:val="00AA4CBB"/>
    <w:rsid w:val="00AA65FA"/>
    <w:rsid w:val="00AA7351"/>
    <w:rsid w:val="00AD056F"/>
    <w:rsid w:val="00AD35E5"/>
    <w:rsid w:val="00AD6731"/>
    <w:rsid w:val="00AE10FD"/>
    <w:rsid w:val="00B15D0D"/>
    <w:rsid w:val="00B17781"/>
    <w:rsid w:val="00B2579D"/>
    <w:rsid w:val="00B321D6"/>
    <w:rsid w:val="00B450A8"/>
    <w:rsid w:val="00B45E9E"/>
    <w:rsid w:val="00B62FD3"/>
    <w:rsid w:val="00B75EE1"/>
    <w:rsid w:val="00B77481"/>
    <w:rsid w:val="00B8518B"/>
    <w:rsid w:val="00B95EEA"/>
    <w:rsid w:val="00BA6B5F"/>
    <w:rsid w:val="00BB3740"/>
    <w:rsid w:val="00BC0A87"/>
    <w:rsid w:val="00BD7E91"/>
    <w:rsid w:val="00BF13F5"/>
    <w:rsid w:val="00BF2024"/>
    <w:rsid w:val="00BF374D"/>
    <w:rsid w:val="00C02D0A"/>
    <w:rsid w:val="00C03A6E"/>
    <w:rsid w:val="00C332FB"/>
    <w:rsid w:val="00C44199"/>
    <w:rsid w:val="00C44F6A"/>
    <w:rsid w:val="00C62043"/>
    <w:rsid w:val="00C76762"/>
    <w:rsid w:val="00C94E27"/>
    <w:rsid w:val="00CC0DDC"/>
    <w:rsid w:val="00CD1FC4"/>
    <w:rsid w:val="00CE371D"/>
    <w:rsid w:val="00CE6EEA"/>
    <w:rsid w:val="00D061C9"/>
    <w:rsid w:val="00D21061"/>
    <w:rsid w:val="00D316A7"/>
    <w:rsid w:val="00D4108E"/>
    <w:rsid w:val="00D56145"/>
    <w:rsid w:val="00D6163D"/>
    <w:rsid w:val="00D74FFF"/>
    <w:rsid w:val="00D7780B"/>
    <w:rsid w:val="00D831A3"/>
    <w:rsid w:val="00D970A7"/>
    <w:rsid w:val="00DA6FFE"/>
    <w:rsid w:val="00DC3110"/>
    <w:rsid w:val="00DC5A94"/>
    <w:rsid w:val="00DD46F3"/>
    <w:rsid w:val="00DD58A6"/>
    <w:rsid w:val="00DD5DE9"/>
    <w:rsid w:val="00DE56F2"/>
    <w:rsid w:val="00DF116D"/>
    <w:rsid w:val="00E01E85"/>
    <w:rsid w:val="00E03626"/>
    <w:rsid w:val="00E067C7"/>
    <w:rsid w:val="00E35FC8"/>
    <w:rsid w:val="00E66F9E"/>
    <w:rsid w:val="00E778BA"/>
    <w:rsid w:val="00E824F1"/>
    <w:rsid w:val="00E876BD"/>
    <w:rsid w:val="00EA68BA"/>
    <w:rsid w:val="00EB104F"/>
    <w:rsid w:val="00EB14F4"/>
    <w:rsid w:val="00EB19A9"/>
    <w:rsid w:val="00EB7C7E"/>
    <w:rsid w:val="00ED14BD"/>
    <w:rsid w:val="00EF45BA"/>
    <w:rsid w:val="00F12DEC"/>
    <w:rsid w:val="00F1715C"/>
    <w:rsid w:val="00F310F8"/>
    <w:rsid w:val="00F35939"/>
    <w:rsid w:val="00F45607"/>
    <w:rsid w:val="00F50EF0"/>
    <w:rsid w:val="00F64786"/>
    <w:rsid w:val="00F659EB"/>
    <w:rsid w:val="00F71CFC"/>
    <w:rsid w:val="00F862D6"/>
    <w:rsid w:val="00F86BA6"/>
    <w:rsid w:val="00FC6389"/>
    <w:rsid w:val="00FD6461"/>
    <w:rsid w:val="00FD7BE4"/>
    <w:rsid w:val="00FF3A44"/>
    <w:rsid w:val="00FF4959"/>
    <w:rsid w:val="00FF4C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A5695E8"/>
  <w14:defaultImageDpi w14:val="32767"/>
  <w15:docId w15:val="{17DBA729-00FA-4528-9091-8FB4111279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4E5890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character" w:styleId="Odkaznakoment">
    <w:name w:val="annotation reference"/>
    <w:basedOn w:val="Standardnpsmoodstavce"/>
    <w:uiPriority w:val="99"/>
    <w:semiHidden/>
    <w:unhideWhenUsed/>
    <w:rsid w:val="00E778B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778B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778B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78B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78BA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E876BD"/>
    <w:pPr>
      <w:spacing w:after="0" w:line="240" w:lineRule="auto"/>
    </w:pPr>
  </w:style>
  <w:style w:type="character" w:styleId="Zstupntext">
    <w:name w:val="Placeholder Text"/>
    <w:basedOn w:val="Standardnpsmoodstavce"/>
    <w:uiPriority w:val="99"/>
    <w:semiHidden/>
    <w:rsid w:val="00A84863"/>
    <w:rPr>
      <w:color w:val="808080"/>
    </w:rPr>
  </w:style>
  <w:style w:type="paragraph" w:customStyle="1" w:styleId="Clanek11">
    <w:name w:val="Clanek 1.1"/>
    <w:basedOn w:val="Nadpis2"/>
    <w:link w:val="Clanek11Char"/>
    <w:autoRedefine/>
    <w:qFormat/>
    <w:rsid w:val="007C7EDA"/>
    <w:pPr>
      <w:keepNext w:val="0"/>
      <w:keepLines w:val="0"/>
      <w:numPr>
        <w:ilvl w:val="1"/>
        <w:numId w:val="16"/>
      </w:numPr>
      <w:pBdr>
        <w:top w:val="none" w:sz="0" w:space="0" w:color="auto"/>
      </w:pBdr>
      <w:spacing w:before="0" w:after="120" w:line="276" w:lineRule="auto"/>
      <w:ind w:left="851" w:hanging="491"/>
      <w:outlineLvl w:val="3"/>
    </w:pPr>
    <w:rPr>
      <w:rFonts w:asciiTheme="minorHAnsi" w:eastAsia="Times New Roman" w:hAnsiTheme="minorHAnsi" w:cs="Arial"/>
      <w:b w:val="0"/>
      <w:bCs/>
      <w:iCs/>
      <w:color w:val="auto"/>
      <w:sz w:val="18"/>
      <w:szCs w:val="28"/>
    </w:rPr>
  </w:style>
  <w:style w:type="character" w:customStyle="1" w:styleId="Clanek11Char">
    <w:name w:val="Clanek 1.1 Char"/>
    <w:link w:val="Clanek11"/>
    <w:locked/>
    <w:rsid w:val="007C7EDA"/>
    <w:rPr>
      <w:rFonts w:eastAsia="Times New Roman" w:cs="Arial"/>
      <w:bCs/>
      <w:iCs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964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f\AppData\Local\Microsoft\Windows\INetCache\Content.Outlook\U2HZ4ZDH\PTK2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2F043F9EA21E04F8453C54D432D4DE3" ma:contentTypeVersion="4" ma:contentTypeDescription="Vytvoří nový dokument" ma:contentTypeScope="" ma:versionID="df540ad2292ce6785aac96d07ce055d4">
  <xsd:schema xmlns:xsd="http://www.w3.org/2001/XMLSchema" xmlns:xs="http://www.w3.org/2001/XMLSchema" xmlns:p="http://schemas.microsoft.com/office/2006/metadata/properties" xmlns:ns2="40bad090-a904-455f-9b6c-d6edc70fc04b" xmlns:ns3="23d3615a-cae7-43e6-9537-8b531d9c31e3" targetNamespace="http://schemas.microsoft.com/office/2006/metadata/properties" ma:root="true" ma:fieldsID="ca6bb2aaa042afdabb4c459a1a6fa88d" ns2:_="" ns3:_="">
    <xsd:import namespace="40bad090-a904-455f-9b6c-d6edc70fc04b"/>
    <xsd:import namespace="23d3615a-cae7-43e6-9537-8b531d9c31e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bad090-a904-455f-9b6c-d6edc70fc04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d3615a-cae7-43e6-9537-8b531d9c31e3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D169A38-787F-4BB6-A0E4-B69EA7C41A9E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D1415E85-7450-453F-A817-3F7843E1BE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0bad090-a904-455f-9b6c-d6edc70fc04b"/>
    <ds:schemaRef ds:uri="23d3615a-cae7-43e6-9537-8b531d9c31e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7438640-ABD3-4C40-8520-63CFFA7197A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EE0B373-B4FC-457A-A9D1-7990AB217AC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PTK2</Template>
  <TotalTime>0</TotalTime>
  <Pages>1</Pages>
  <Words>102</Words>
  <Characters>602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Šorf David, Mgr.</dc:creator>
  <cp:keywords/>
  <dc:description/>
  <cp:lastModifiedBy>Jiranová Ivana</cp:lastModifiedBy>
  <cp:revision>3</cp:revision>
  <cp:lastPrinted>2019-09-11T07:14:00Z</cp:lastPrinted>
  <dcterms:created xsi:type="dcterms:W3CDTF">2023-01-12T14:47:00Z</dcterms:created>
  <dcterms:modified xsi:type="dcterms:W3CDTF">2023-01-25T14:22:00Z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0x01010042F043F9EA21E04F8453C54D432D4DE3</vt:lpwstr>
  </property>
</Properties>
</file>